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B9DBA8-FBF3-4404-8844-C5D7E0637CE9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